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059F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59F8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F11BA">
        <w:rPr>
          <w:rFonts w:ascii="Arial Narrow" w:hAnsi="Arial Narrow"/>
          <w:noProof/>
          <w:sz w:val="22"/>
          <w:lang w:val="de-DE"/>
        </w:rPr>
        <w:t>13.10.2014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4059F8" w:rsidRDefault="004059F8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Geisterstriche auf der Getränkeliste (Lukas</w:t>
      </w:r>
      <w:r w:rsidR="00633B6B">
        <w:rPr>
          <w:rFonts w:ascii="Arial Narrow" w:hAnsi="Arial Narrow"/>
          <w:sz w:val="22"/>
          <w:lang w:val="de-DE"/>
        </w:rPr>
        <w:t>, Jürgen</w:t>
      </w:r>
      <w:r>
        <w:rPr>
          <w:rFonts w:ascii="Arial Narrow" w:hAnsi="Arial Narrow"/>
          <w:sz w:val="22"/>
          <w:lang w:val="de-DE"/>
        </w:rPr>
        <w:t>)</w:t>
      </w:r>
    </w:p>
    <w:p w:rsidR="00633B6B" w:rsidRDefault="00633B6B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Schredder / Farbdrucker Sigi</w:t>
      </w:r>
    </w:p>
    <w:p w:rsidR="00633B6B" w:rsidRDefault="00633B6B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4059F8" w:rsidRDefault="004059F8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Offizielle Aufnahme Daniel Zechmeister</w:t>
      </w:r>
    </w:p>
    <w:p w:rsidR="00A27303" w:rsidRDefault="00A27303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Web site</w:t>
      </w:r>
      <w:proofErr w:type="spellEnd"/>
    </w:p>
    <w:p w:rsidR="000F11BA" w:rsidRDefault="000F11BA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RunderTisch</w:t>
      </w:r>
      <w:proofErr w:type="spellEnd"/>
    </w:p>
    <w:p w:rsidR="004375F3" w:rsidRDefault="004375F3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Mail Adressen</w:t>
      </w:r>
    </w:p>
    <w:p w:rsidR="008D31B4" w:rsidRDefault="008D31B4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</w:t>
      </w:r>
      <w:bookmarkStart w:id="0" w:name="_GoBack"/>
      <w:bookmarkEnd w:id="0"/>
    </w:p>
    <w:p w:rsidR="00BA10A5" w:rsidRPr="00D24AA6" w:rsidRDefault="00BA10A5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D24AA6" w:rsidRPr="00D24AA6" w:rsidRDefault="00D24AA6" w:rsidP="00D24AA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D24AA6" w:rsidRPr="00D24A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D31B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F11BA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059F8"/>
    <w:rsid w:val="004108F1"/>
    <w:rsid w:val="00425EF5"/>
    <w:rsid w:val="004359A0"/>
    <w:rsid w:val="004375F3"/>
    <w:rsid w:val="00441B0C"/>
    <w:rsid w:val="00462DFF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1697B"/>
    <w:rsid w:val="00633B6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D31B4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27303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64182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16</cp:revision>
  <cp:lastPrinted>2013-05-13T11:09:00Z</cp:lastPrinted>
  <dcterms:created xsi:type="dcterms:W3CDTF">2013-07-11T11:14:00Z</dcterms:created>
  <dcterms:modified xsi:type="dcterms:W3CDTF">2014-10-13T10:40:00Z</dcterms:modified>
</cp:coreProperties>
</file>